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08ED5" w14:textId="653E1117" w:rsidR="00031214" w:rsidRDefault="00031214" w:rsidP="0003121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Załącznik nr 1</w:t>
      </w:r>
    </w:p>
    <w:p w14:paraId="4D0D482D" w14:textId="77777777" w:rsidR="00031214" w:rsidRDefault="00031214" w:rsidP="0003121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52142069" w14:textId="180DF304" w:rsidR="00031214" w:rsidRPr="00031214" w:rsidRDefault="00031214" w:rsidP="000312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FORMULARZ OFERTOWY</w:t>
      </w:r>
    </w:p>
    <w:p w14:paraId="692C4830" w14:textId="77777777" w:rsidR="00031214" w:rsidRPr="00031214" w:rsidRDefault="00031214" w:rsidP="00031214">
      <w:pPr>
        <w:spacing w:before="24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 </w:t>
      </w:r>
    </w:p>
    <w:p w14:paraId="62DA56CA" w14:textId="5BF101B5" w:rsidR="00031214" w:rsidRPr="00031214" w:rsidRDefault="00031214" w:rsidP="00031214">
      <w:pPr>
        <w:spacing w:before="240"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Oferta stanowi odpowiedź na Zapytanie ofertowe nr </w:t>
      </w:r>
      <w:r w:rsidR="009743B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1/2021</w:t>
      </w: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z </w:t>
      </w:r>
      <w:r w:rsidR="00022EA7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2</w:t>
      </w:r>
      <w:r w:rsidR="0019257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3</w:t>
      </w: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9743B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listopada</w:t>
      </w: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202</w:t>
      </w:r>
      <w:r w:rsidR="009743B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</w:t>
      </w: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r.</w:t>
      </w:r>
    </w:p>
    <w:p w14:paraId="6D407F29" w14:textId="77777777" w:rsidR="00031214" w:rsidRPr="00031214" w:rsidRDefault="00031214" w:rsidP="00031214">
      <w:pPr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</w:t>
      </w:r>
    </w:p>
    <w:p w14:paraId="5E5B4ACB" w14:textId="77777777" w:rsidR="00031214" w:rsidRPr="00031214" w:rsidRDefault="00031214" w:rsidP="00031214">
      <w:pPr>
        <w:spacing w:after="0" w:line="240" w:lineRule="auto"/>
        <w:ind w:left="106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1.     Dane oferenta:</w:t>
      </w:r>
    </w:p>
    <w:p w14:paraId="6F51342C" w14:textId="77777777" w:rsidR="00031214" w:rsidRPr="00031214" w:rsidRDefault="00031214" w:rsidP="00031214">
      <w:pPr>
        <w:spacing w:after="0" w:line="240" w:lineRule="auto"/>
        <w:ind w:left="144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a)    Nazwa/Imię i nazwisko: ……………………………………………………</w:t>
      </w:r>
    </w:p>
    <w:p w14:paraId="194B6171" w14:textId="77777777" w:rsidR="00031214" w:rsidRPr="00031214" w:rsidRDefault="00031214" w:rsidP="00031214">
      <w:pPr>
        <w:spacing w:after="0" w:line="240" w:lineRule="auto"/>
        <w:ind w:left="144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b)    Adres: ……………………………………….</w:t>
      </w:r>
    </w:p>
    <w:p w14:paraId="7BE5DD6D" w14:textId="77777777" w:rsidR="00031214" w:rsidRPr="00031214" w:rsidRDefault="00031214" w:rsidP="00031214">
      <w:pPr>
        <w:spacing w:after="0" w:line="240" w:lineRule="auto"/>
        <w:ind w:left="144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c)     NIP/PESEL: ………………………………………………………..</w:t>
      </w:r>
    </w:p>
    <w:p w14:paraId="3C6C9356" w14:textId="77777777" w:rsidR="00031214" w:rsidRPr="00031214" w:rsidRDefault="00031214" w:rsidP="00031214">
      <w:pPr>
        <w:spacing w:after="0" w:line="240" w:lineRule="auto"/>
        <w:ind w:left="144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d)    REGON (jeśli dotyczy): ………………………………………………….</w:t>
      </w:r>
    </w:p>
    <w:p w14:paraId="2C5D2415" w14:textId="77777777" w:rsidR="00031214" w:rsidRPr="00031214" w:rsidRDefault="00031214" w:rsidP="00031214">
      <w:pPr>
        <w:spacing w:after="0" w:line="240" w:lineRule="auto"/>
        <w:ind w:left="144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e)    Osoba uprawniona do kontaktowania się ze Zleceniodawcą:</w:t>
      </w:r>
    </w:p>
    <w:p w14:paraId="0C3E0B4E" w14:textId="77777777" w:rsidR="00031214" w:rsidRPr="00031214" w:rsidRDefault="00031214" w:rsidP="00031214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Imię i nazwisko: ……………………………………..</w:t>
      </w:r>
    </w:p>
    <w:p w14:paraId="4344625D" w14:textId="77777777" w:rsidR="00031214" w:rsidRPr="00031214" w:rsidRDefault="00031214" w:rsidP="00031214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Telefon: …………………………………………………</w:t>
      </w:r>
    </w:p>
    <w:p w14:paraId="317E5803" w14:textId="77777777" w:rsidR="00031214" w:rsidRPr="00031214" w:rsidRDefault="00031214" w:rsidP="00031214">
      <w:pPr>
        <w:spacing w:after="0" w:line="240" w:lineRule="auto"/>
        <w:ind w:left="14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Adres e-mail: …………………………………………</w:t>
      </w:r>
    </w:p>
    <w:p w14:paraId="570336D7" w14:textId="77777777" w:rsidR="00031214" w:rsidRPr="00031214" w:rsidRDefault="00031214" w:rsidP="00031214">
      <w:pPr>
        <w:spacing w:after="0" w:line="240" w:lineRule="auto"/>
        <w:ind w:left="106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2.     Oferuję wykonanie przedmiotu zamówienia w następujący warunkach:</w:t>
      </w:r>
    </w:p>
    <w:p w14:paraId="315BC872" w14:textId="77777777" w:rsidR="00031214" w:rsidRPr="00031214" w:rsidRDefault="00031214" w:rsidP="00031214">
      <w:pPr>
        <w:spacing w:after="0" w:line="240" w:lineRule="auto"/>
        <w:ind w:left="14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a)    Cena</w:t>
      </w:r>
    </w:p>
    <w:tbl>
      <w:tblPr>
        <w:tblW w:w="0" w:type="auto"/>
        <w:tblInd w:w="84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0"/>
        <w:gridCol w:w="1499"/>
        <w:gridCol w:w="1554"/>
      </w:tblGrid>
      <w:tr w:rsidR="00031214" w:rsidRPr="00031214" w14:paraId="6EAC6AED" w14:textId="77777777" w:rsidTr="00031214">
        <w:trPr>
          <w:trHeight w:val="5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259E4C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369E21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5D2DA3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031214" w:rsidRPr="00031214" w14:paraId="6C3D6C78" w14:textId="77777777" w:rsidTr="00031214">
        <w:trPr>
          <w:trHeight w:val="10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8F0673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Cena za 1 </w:t>
            </w:r>
            <w:proofErr w:type="spellStart"/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rbh</w:t>
            </w:r>
            <w:proofErr w:type="spellEnd"/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* w PLN</w:t>
            </w:r>
          </w:p>
          <w:p w14:paraId="74F754FF" w14:textId="77777777" w:rsidR="00031214" w:rsidRPr="00031214" w:rsidRDefault="00031214" w:rsidP="00031214">
            <w:pPr>
              <w:spacing w:before="240"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*roboczogodzina (60 minut)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84B811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9640B7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1214" w:rsidRPr="00031214" w14:paraId="625E213B" w14:textId="77777777" w:rsidTr="00031214">
        <w:trPr>
          <w:trHeight w:val="5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771615" w14:textId="302DE23E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Łączna cena za </w:t>
            </w:r>
            <w:r w:rsidR="00862E53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45</w:t>
            </w:r>
            <w:r w:rsidR="009743B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rbh</w:t>
            </w:r>
            <w:proofErr w:type="spellEnd"/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w PLN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6D90D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1B51F" w14:textId="77777777" w:rsidR="00031214" w:rsidRPr="00031214" w:rsidRDefault="00031214" w:rsidP="00031214">
            <w:pPr>
              <w:spacing w:after="0" w:line="240" w:lineRule="auto"/>
              <w:ind w:left="82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03121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02DAC66" w14:textId="77777777" w:rsidR="00031214" w:rsidRPr="00031214" w:rsidRDefault="00031214" w:rsidP="00031214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</w:t>
      </w:r>
    </w:p>
    <w:p w14:paraId="033BA857" w14:textId="77777777" w:rsidR="00031214" w:rsidRPr="00031214" w:rsidRDefault="00031214" w:rsidP="00031214">
      <w:pPr>
        <w:spacing w:after="0" w:line="240" w:lineRule="auto"/>
        <w:ind w:left="1060"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3.     Oświadczam, że zapoznałem się z opisem przedmiotu zamówienia i nie wnoszę do niego zastrzeżeń.</w:t>
      </w:r>
    </w:p>
    <w:p w14:paraId="22B5B892" w14:textId="77777777" w:rsidR="00031214" w:rsidRPr="00031214" w:rsidRDefault="00031214" w:rsidP="00031214">
      <w:pPr>
        <w:spacing w:after="0" w:line="240" w:lineRule="auto"/>
        <w:ind w:left="1060"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4.     Oferta jest ważna 30 dni od dnia jej złożenia.</w:t>
      </w:r>
    </w:p>
    <w:p w14:paraId="30767DE7" w14:textId="77777777" w:rsidR="00031214" w:rsidRPr="00031214" w:rsidRDefault="00031214" w:rsidP="00031214">
      <w:pPr>
        <w:spacing w:after="0" w:line="240" w:lineRule="auto"/>
        <w:ind w:left="1060"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5.     Przyjmuję do wiadomości, że w przypadku poświadczenia przeze mnie nieprawdy, oferta zostanie odrzucona.</w:t>
      </w:r>
    </w:p>
    <w:p w14:paraId="4CC8CEA0" w14:textId="77777777" w:rsidR="00031214" w:rsidRPr="00031214" w:rsidRDefault="00031214" w:rsidP="00031214">
      <w:pPr>
        <w:spacing w:after="0" w:line="240" w:lineRule="auto"/>
        <w:ind w:left="1060" w:hanging="3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6.    Oświadczam, że wyrażam zgodę na przetwarzanie danych osobowych zawartych w załącznikach do zapytania ofertowego nr 4/2020 dla potrzeb niezbędnych do realizacji procesu wyboru Wykonawcy i ewentualnego zawarcia umowy na realizację zamówienia, w takim zakresie, w jakim jest to niezbędne dla jego należytego zrealizowania, w szczególności zamieszczenia tych danych i ich upublicznienia w protokole wyboru i na stronie internetowej projektu oraz zawarcia umowy, zgodnie z ustawą z dnia 10 maja 2018 r. o ochronie danych osobowych (Dz. U. z 2018, poz. 1000) oraz zgodnie z RODO. Oświadczam, że zostałem poinformowany/a, że: administratorem moich danych osobowych jest </w:t>
      </w:r>
      <w:proofErr w:type="spellStart"/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Tyflos</w:t>
      </w:r>
      <w:proofErr w:type="spellEnd"/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sp. z o.o. z siedzibą w Mielcu; moje dane osobowe będą przetwarzane w celu  realizacji procesu wyboru Wykonawcy i ewentualnego zawarcia umowy na realizację zamówienia, w takim zakresie, w jakim jest to niezbędne dla jego należytego zrealizowania; odbiorcami moich danych osobowych będą wyłącznie podmioty uprawnione do uzyskania danych osobowych na podstawie przepisów prawa; moje dane osobowe przechowywane będą przez okres 10 lat; mam prawo dostępu do treści swoich danych oraz prawo ich sprostowania, usunięcia, ograniczenia przetwarzania, prawo do przenoszenia danych, prawo wniesienia sprzeciwu, prawo cofnięcia zgody w dowolnym momencie bez wpływu na zgodność z prawem przetwarzania, którego dokonano na podstawie zgody przed jej cofnięciem; mam prawo do wniesienia skargi do Prezesa Urzędu Ochrony Danych Osobowych w zakresie naruszenia prawa do ochrony danych osobowych lub innych praw przyznanych na mocy ustawy z dnia 10 maja 2018 r. o ochronie danych osobowych (Dz. U. z 2018, poz. 1000) oraz zgodnie z Rozporządzeniem Parlamentu Europejskiego i Rady (UE) 2016/679 z dnia 27 kwietnia 2016 r. w sprawie ochrony osób fizycznych w związku z przetwarzaniem danych osobowych i w sprawie swobodnego przepływu </w:t>
      </w: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lastRenderedPageBreak/>
        <w:t>takich danych oraz uchylenia dyrektywy 95/46/WE (RODO); podanie danych osobowych jest warunkiem udziału w postępowaniu a ich niepodanie będzie skutkować wykluczeniem z postępowania.</w:t>
      </w:r>
    </w:p>
    <w:p w14:paraId="4EABA372" w14:textId="77777777" w:rsidR="00031214" w:rsidRPr="00031214" w:rsidRDefault="00031214" w:rsidP="000312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9AA25A8" w14:textId="77777777" w:rsidR="00031214" w:rsidRPr="00031214" w:rsidRDefault="00031214" w:rsidP="00031214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</w:t>
      </w:r>
    </w:p>
    <w:p w14:paraId="7F735E51" w14:textId="77777777" w:rsidR="00031214" w:rsidRPr="00031214" w:rsidRDefault="00031214" w:rsidP="00031214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</w:t>
      </w:r>
    </w:p>
    <w:p w14:paraId="07F643CA" w14:textId="77777777" w:rsidR="00031214" w:rsidRPr="00031214" w:rsidRDefault="00031214" w:rsidP="00031214">
      <w:pPr>
        <w:spacing w:before="240" w:after="0" w:line="240" w:lineRule="auto"/>
        <w:ind w:left="552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</w:t>
      </w:r>
    </w:p>
    <w:p w14:paraId="0D934153" w14:textId="12DAC480" w:rsidR="00031214" w:rsidRPr="00031214" w:rsidRDefault="00031214" w:rsidP="00031214">
      <w:pPr>
        <w:spacing w:after="0" w:line="240" w:lineRule="auto"/>
        <w:ind w:left="5245" w:right="-18" w:hanging="4111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…………………………, dn.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………………………..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ab/>
      </w: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 ……………………………………………………</w:t>
      </w:r>
    </w:p>
    <w:p w14:paraId="653DD5AE" w14:textId="77777777" w:rsidR="00031214" w:rsidRPr="00031214" w:rsidRDefault="00031214" w:rsidP="00031214">
      <w:pPr>
        <w:spacing w:after="0" w:line="240" w:lineRule="auto"/>
        <w:ind w:left="5245" w:hanging="283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                                    Podpis Oferenta</w:t>
      </w:r>
    </w:p>
    <w:p w14:paraId="0E0D4FC8" w14:textId="77777777" w:rsidR="00031214" w:rsidRDefault="00031214">
      <w:pPr>
        <w:spacing w:after="0" w:line="240" w:lineRule="auto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br w:type="page"/>
      </w:r>
    </w:p>
    <w:p w14:paraId="103B6DD3" w14:textId="1043A493" w:rsidR="00031214" w:rsidRPr="00031214" w:rsidRDefault="00031214" w:rsidP="00031214">
      <w:pPr>
        <w:spacing w:after="24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lastRenderedPageBreak/>
        <w:t>Załącznik nr 2</w:t>
      </w:r>
    </w:p>
    <w:p w14:paraId="52F0E38F" w14:textId="77777777" w:rsidR="00031214" w:rsidRPr="00031214" w:rsidRDefault="00031214" w:rsidP="00031214">
      <w:pPr>
        <w:spacing w:before="240"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                                                                                               </w:t>
      </w:r>
    </w:p>
    <w:p w14:paraId="7E56CFB8" w14:textId="77777777" w:rsidR="00031214" w:rsidRPr="00031214" w:rsidRDefault="00031214" w:rsidP="00031214">
      <w:pPr>
        <w:spacing w:before="240"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636BBFD3" w14:textId="77777777" w:rsidR="00031214" w:rsidRPr="00031214" w:rsidRDefault="00031214" w:rsidP="00031214">
      <w:pPr>
        <w:spacing w:before="240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……………………, dn. ……………..</w:t>
      </w:r>
    </w:p>
    <w:p w14:paraId="37AAF6C4" w14:textId="77777777" w:rsidR="00031214" w:rsidRPr="00031214" w:rsidRDefault="00031214" w:rsidP="00031214">
      <w:pPr>
        <w:spacing w:before="240"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34C9935F" w14:textId="77777777" w:rsidR="00031214" w:rsidRPr="00031214" w:rsidRDefault="00031214" w:rsidP="00031214">
      <w:pPr>
        <w:spacing w:before="240"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34277902" w14:textId="77777777" w:rsidR="00031214" w:rsidRPr="00031214" w:rsidRDefault="00031214" w:rsidP="00031214">
      <w:pPr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 </w:t>
      </w:r>
    </w:p>
    <w:p w14:paraId="6959FEDE" w14:textId="77777777" w:rsidR="00031214" w:rsidRPr="00031214" w:rsidRDefault="00031214" w:rsidP="00031214">
      <w:pPr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OŚWIADCZENIE O BRAKU POWIĄZAŃ OSOBOWYCH I KAPITAŁOWYCH</w:t>
      </w:r>
    </w:p>
    <w:p w14:paraId="3C936CE1" w14:textId="77777777" w:rsidR="00031214" w:rsidRPr="00031214" w:rsidRDefault="00031214" w:rsidP="00031214">
      <w:pPr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7EC4D298" w14:textId="77777777" w:rsidR="00031214" w:rsidRPr="00031214" w:rsidRDefault="00031214" w:rsidP="00031214">
      <w:pPr>
        <w:spacing w:before="240"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5FD00FC5" w14:textId="44FD523C" w:rsidR="00031214" w:rsidRPr="00031214" w:rsidRDefault="00031214" w:rsidP="00031214">
      <w:pPr>
        <w:spacing w:before="24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odpowiedzi na Zapytanie ofertowe nr </w:t>
      </w:r>
      <w:r w:rsid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/202</w:t>
      </w:r>
      <w:r w:rsid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</w:t>
      </w:r>
      <w:r w:rsidR="00022E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</w:t>
      </w:r>
      <w:r w:rsidR="0019257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bookmarkStart w:id="0" w:name="_GoBack"/>
      <w:r w:rsid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listo</w:t>
      </w:r>
      <w:bookmarkEnd w:id="0"/>
      <w:r w:rsid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pada</w:t>
      </w: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202</w:t>
      </w:r>
      <w:r w:rsid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 dotyczące zamówienia polegającego na świadczeniu usług </w:t>
      </w:r>
      <w:r w:rsid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specjalistycznych </w:t>
      </w: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zakresie przetwarzania obrazu, systemów nawigacji i komunikacji haptycznej oświadczam, iż nie jestem powiązany/a z Zamawiającym i osobami odpowiedzialnymi za przebieg postępowania ofertowego osobowo lub kapitałowo.</w:t>
      </w:r>
    </w:p>
    <w:p w14:paraId="4BF9F0D3" w14:textId="77777777" w:rsidR="00031214" w:rsidRPr="00031214" w:rsidRDefault="00031214" w:rsidP="00031214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210873B5" w14:textId="4025BEA0" w:rsidR="009743B9" w:rsidRPr="009743B9" w:rsidRDefault="009743B9" w:rsidP="009743B9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uczestniczeniu w spółce jako wspólnik spółki cywilnej lub spółki osobowej, </w:t>
      </w:r>
    </w:p>
    <w:p w14:paraId="5C4BA16C" w14:textId="121190A4" w:rsidR="009743B9" w:rsidRPr="009743B9" w:rsidRDefault="009743B9" w:rsidP="009743B9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posiadaniu co najmniej 10% udziałów lub akcji, </w:t>
      </w:r>
    </w:p>
    <w:p w14:paraId="5C7C8EB0" w14:textId="3DCB6346" w:rsidR="009743B9" w:rsidRPr="009743B9" w:rsidRDefault="009743B9" w:rsidP="009743B9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pełnieniu funkcji członka organu nadzorczego lub zarządzającego, prokurenta, pełnomocnika, </w:t>
      </w:r>
    </w:p>
    <w:p w14:paraId="67063B4C" w14:textId="783D569F" w:rsidR="00031214" w:rsidRPr="009743B9" w:rsidRDefault="009743B9" w:rsidP="009743B9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bocznej, lub w stosunku przysposobienia, opieki lub kurateli</w:t>
      </w:r>
      <w:r w:rsidR="00031214" w:rsidRP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751DD31C" w14:textId="60540C67" w:rsidR="00031214" w:rsidRPr="00031214" w:rsidRDefault="00031214" w:rsidP="009743B9">
      <w:pPr>
        <w:spacing w:before="240" w:after="120" w:line="240" w:lineRule="auto"/>
        <w:ind w:firstLine="6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438C6B8" w14:textId="77777777" w:rsidR="00031214" w:rsidRPr="00031214" w:rsidRDefault="00031214" w:rsidP="00031214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612C49E6" w14:textId="77777777" w:rsidR="00031214" w:rsidRPr="00031214" w:rsidRDefault="00031214" w:rsidP="00031214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                                                                                                         ……….………………………………………………..</w:t>
      </w:r>
    </w:p>
    <w:p w14:paraId="7B1BDA36" w14:textId="77777777" w:rsidR="00031214" w:rsidRPr="00031214" w:rsidRDefault="00031214" w:rsidP="00031214">
      <w:pPr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                                                                                                            (data i podpis Oferenta)</w:t>
      </w:r>
    </w:p>
    <w:p w14:paraId="6BD7355E" w14:textId="77777777" w:rsidR="00031214" w:rsidRDefault="0003121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 w:type="page"/>
      </w:r>
    </w:p>
    <w:p w14:paraId="768F4BC4" w14:textId="1FA72F88" w:rsidR="00031214" w:rsidRPr="00031214" w:rsidRDefault="00031214" w:rsidP="0003121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lastRenderedPageBreak/>
        <w:t>Załącznik nr 3</w:t>
      </w:r>
    </w:p>
    <w:p w14:paraId="725A8BAC" w14:textId="356B39D7" w:rsidR="00031214" w:rsidRPr="00031214" w:rsidRDefault="00031214" w:rsidP="00031214">
      <w:pPr>
        <w:spacing w:before="240" w:after="24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…………., dn. ……</w:t>
      </w:r>
      <w:r w:rsidR="00022EA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</w:t>
      </w: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202</w:t>
      </w:r>
      <w:r w:rsidR="009743B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</w:p>
    <w:p w14:paraId="16AD2DDD" w14:textId="77777777" w:rsidR="00031214" w:rsidRPr="00031214" w:rsidRDefault="00031214" w:rsidP="00031214">
      <w:pPr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 </w:t>
      </w:r>
    </w:p>
    <w:p w14:paraId="0CC52BD0" w14:textId="77777777" w:rsidR="00031214" w:rsidRPr="00031214" w:rsidRDefault="00031214" w:rsidP="00031214">
      <w:pPr>
        <w:spacing w:before="240" w:after="24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OŚWIADCZENIE O DYSPONOWANIU ODPOWIEDNIM PERSONELEM PRZEZNACZONYM DO REALIZACJI ZAMÓWIENIA</w:t>
      </w:r>
    </w:p>
    <w:p w14:paraId="032E8AB5" w14:textId="77777777" w:rsidR="00031214" w:rsidRPr="00031214" w:rsidRDefault="00031214" w:rsidP="00031214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6EF110F2" w14:textId="3C160652" w:rsidR="006C1F74" w:rsidRPr="006C1F74" w:rsidRDefault="00031214" w:rsidP="006C1F74">
      <w:pPr>
        <w:spacing w:before="24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Oświadczam, że personel dedykowany do wykonania zamówienia posiada wiedzę i doświadczenie pozwalające na wykonanie usług będących przedmiotem zapytania ofertowego</w:t>
      </w:r>
      <w:r w:rsid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6C1F74" w:rsidRPr="006C1F74">
        <w:t xml:space="preserve"> </w:t>
      </w:r>
      <w:r w:rsid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6C1F74"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szczególności personel dedykowan</w:t>
      </w:r>
      <w:r w:rsid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</w:t>
      </w:r>
      <w:r w:rsidR="006C1F74"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realizacji zamówienia posiada następujące umiejętności, poparte zrealizowanymi projektami:</w:t>
      </w:r>
    </w:p>
    <w:p w14:paraId="4E52E998" w14:textId="77777777" w:rsidR="006C1F74" w:rsidRPr="006C1F74" w:rsidRDefault="006C1F74" w:rsidP="006C1F74">
      <w:pPr>
        <w:pStyle w:val="Akapitzlist"/>
        <w:numPr>
          <w:ilvl w:val="0"/>
          <w:numId w:val="15"/>
        </w:numPr>
        <w:spacing w:before="24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Bardzo dobra, poparta co najmniej dwuletnim doświadczeniem, znajomość języków C i C++,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Python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 umiejętność wykorzystywania tych języków w systemie Linux.</w:t>
      </w:r>
    </w:p>
    <w:p w14:paraId="5DD85C03" w14:textId="77777777" w:rsidR="006C1F74" w:rsidRPr="006C1F74" w:rsidRDefault="006C1F74" w:rsidP="006C1F74">
      <w:pPr>
        <w:pStyle w:val="Akapitzlist"/>
        <w:numPr>
          <w:ilvl w:val="0"/>
          <w:numId w:val="15"/>
        </w:numPr>
        <w:spacing w:before="24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Dobra, znajomość SDK kamer głębi Intel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RealSense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435/435i,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Occipital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StructureSensor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Occipital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Structure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Core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tworzenia oprogramowania do obsługi tych urządzeń.</w:t>
      </w:r>
    </w:p>
    <w:p w14:paraId="504EB93A" w14:textId="77777777" w:rsidR="006C1F74" w:rsidRPr="006C1F74" w:rsidRDefault="006C1F74" w:rsidP="006C1F74">
      <w:pPr>
        <w:pStyle w:val="Akapitzlist"/>
        <w:numPr>
          <w:ilvl w:val="0"/>
          <w:numId w:val="15"/>
        </w:numPr>
        <w:spacing w:before="24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Dobra znajomość biblioteki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OpenCV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korzystania z oferowanych przez nią narzędzi w zakresie wykrywania cech geometrycznych, rozpoznawania obrazu w oparciu o sieci neuronowe oraz trenowaniu sieci neuronowych w oparciu o bazy zdjęć fotograficznych.</w:t>
      </w:r>
    </w:p>
    <w:p w14:paraId="7724D39D" w14:textId="77777777" w:rsidR="006C1F74" w:rsidRPr="006C1F74" w:rsidRDefault="006C1F74" w:rsidP="006C1F74">
      <w:pPr>
        <w:pStyle w:val="Akapitzlist"/>
        <w:numPr>
          <w:ilvl w:val="0"/>
          <w:numId w:val="15"/>
        </w:numPr>
        <w:spacing w:before="24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Znajomość biblioteki </w:t>
      </w:r>
      <w:proofErr w:type="spellStart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WiringPI</w:t>
      </w:r>
      <w:proofErr w:type="spellEnd"/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tworzenia oprogramowania z jej użyciem</w:t>
      </w:r>
    </w:p>
    <w:p w14:paraId="098C0923" w14:textId="1124B936" w:rsidR="006C1F74" w:rsidRPr="006C1F74" w:rsidRDefault="006C1F74" w:rsidP="006C1F74">
      <w:pPr>
        <w:pStyle w:val="Akapitzlist"/>
        <w:numPr>
          <w:ilvl w:val="0"/>
          <w:numId w:val="15"/>
        </w:numPr>
        <w:spacing w:before="24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Znajomość zagadnień komunikacji haptycznej i tworzenia oprogramowania do komunikacji haptycznej.</w:t>
      </w:r>
    </w:p>
    <w:p w14:paraId="4EC684B1" w14:textId="77777777" w:rsidR="006C1F74" w:rsidRDefault="006C1F74" w:rsidP="006C1F74">
      <w:pPr>
        <w:spacing w:before="24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C1F7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Wystarczające jest, żeby w każdym z zakresów (1)–(5) co najmniej jedna z osób personelu dedykowanego miała co najmniej dwuletnie doświadczenie.</w:t>
      </w:r>
    </w:p>
    <w:p w14:paraId="14E10884" w14:textId="466293A2" w:rsidR="00031214" w:rsidRPr="00031214" w:rsidRDefault="00031214" w:rsidP="006C1F74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Jestem świadomy, że Zamawiający może zażądać udokumentowania powyżej wykazanego doświadczenia na każdym etapie postępowania.</w:t>
      </w:r>
    </w:p>
    <w:p w14:paraId="181068D4" w14:textId="77777777" w:rsidR="00031214" w:rsidRPr="00031214" w:rsidRDefault="00031214" w:rsidP="00031214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Oświadczam również, że działając jako Oferent posiadam stosowne umowy i prawa umożliwiające dysponowanie wskazanym personelem i możliwość oddelegowania go do realizacji zamówienia w zakresie spójnym z zakresem przedstawionym w zapytaniu ofertowym, w tym podpisane przez personel zgody na wykorzystywanie ich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do celów złożenia oferty oraz późniejsze przetwarzanie tych danych przez firmę </w:t>
      </w:r>
      <w:proofErr w:type="spellStart"/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Tyflos</w:t>
      </w:r>
      <w:proofErr w:type="spellEnd"/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sp. z o.o. dla celów prowadzenia i dokumentowania postępowania ofertowego oraz rozliczania projektu.</w:t>
      </w:r>
    </w:p>
    <w:p w14:paraId="48923B52" w14:textId="77777777" w:rsidR="00031214" w:rsidRPr="00031214" w:rsidRDefault="00031214" w:rsidP="00031214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2CFA9C5F" w14:textId="77777777" w:rsidR="00031214" w:rsidRPr="00031214" w:rsidRDefault="00031214" w:rsidP="00031214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 </w:t>
      </w:r>
    </w:p>
    <w:p w14:paraId="254DAB5A" w14:textId="77777777" w:rsidR="00031214" w:rsidRPr="00031214" w:rsidRDefault="00031214" w:rsidP="00031214">
      <w:pPr>
        <w:spacing w:before="240" w:after="12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……………………...…………………………………</w:t>
      </w:r>
    </w:p>
    <w:p w14:paraId="2FB35012" w14:textId="77777777" w:rsidR="00031214" w:rsidRPr="00031214" w:rsidRDefault="00031214" w:rsidP="00031214">
      <w:pPr>
        <w:spacing w:before="240" w:after="12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0312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podpis Oferenta/ osoby reprezentującej Oferenta</w:t>
      </w:r>
    </w:p>
    <w:p w14:paraId="2B8DBA43" w14:textId="0D139B1C" w:rsidR="005F255B" w:rsidRPr="00031214" w:rsidRDefault="00031214" w:rsidP="00031214">
      <w:r w:rsidRPr="00031214">
        <w:rPr>
          <w:rFonts w:ascii="Times New Roman" w:eastAsia="Times New Roman" w:hAnsi="Times New Roman"/>
          <w:sz w:val="24"/>
          <w:szCs w:val="24"/>
          <w:lang w:eastAsia="pl-PL"/>
        </w:rPr>
        <w:br/>
      </w:r>
    </w:p>
    <w:sectPr w:rsidR="005F255B" w:rsidRPr="00031214" w:rsidSect="00AA15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624" w:bottom="1843" w:left="62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33065" w14:textId="77777777" w:rsidR="008627C7" w:rsidRDefault="008627C7" w:rsidP="00F24C1A">
      <w:pPr>
        <w:spacing w:after="0" w:line="240" w:lineRule="auto"/>
      </w:pPr>
      <w:r>
        <w:separator/>
      </w:r>
    </w:p>
  </w:endnote>
  <w:endnote w:type="continuationSeparator" w:id="0">
    <w:p w14:paraId="5E785CA9" w14:textId="77777777" w:rsidR="008627C7" w:rsidRDefault="008627C7" w:rsidP="00F24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14ABB" w14:textId="77777777" w:rsidR="005F255B" w:rsidRDefault="005F25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4FE18" w14:textId="5E670E03" w:rsidR="005F255B" w:rsidRDefault="009D49C6" w:rsidP="00C733A6">
    <w:pPr>
      <w:pStyle w:val="Stopka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7C45D366" wp14:editId="7E109D14">
          <wp:simplePos x="0" y="0"/>
          <wp:positionH relativeFrom="column">
            <wp:posOffset>1600200</wp:posOffset>
          </wp:positionH>
          <wp:positionV relativeFrom="page">
            <wp:posOffset>9673590</wp:posOffset>
          </wp:positionV>
          <wp:extent cx="1371600" cy="323850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92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23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DCBE924" wp14:editId="357307DB">
          <wp:simplePos x="0" y="0"/>
          <wp:positionH relativeFrom="column">
            <wp:posOffset>3543300</wp:posOffset>
          </wp:positionH>
          <wp:positionV relativeFrom="page">
            <wp:posOffset>9711690</wp:posOffset>
          </wp:positionV>
          <wp:extent cx="1139190" cy="400050"/>
          <wp:effectExtent l="0" t="0" r="0" b="0"/>
          <wp:wrapNone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19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32BBD1EF" wp14:editId="5092CF33">
          <wp:simplePos x="0" y="0"/>
          <wp:positionH relativeFrom="column">
            <wp:posOffset>-3810</wp:posOffset>
          </wp:positionH>
          <wp:positionV relativeFrom="page">
            <wp:posOffset>9673590</wp:posOffset>
          </wp:positionV>
          <wp:extent cx="918210" cy="400685"/>
          <wp:effectExtent l="0" t="0" r="0" b="0"/>
          <wp:wrapNone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8210" cy="400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A719F14" wp14:editId="387D4724">
          <wp:simplePos x="0" y="0"/>
          <wp:positionH relativeFrom="column">
            <wp:posOffset>5337175</wp:posOffset>
          </wp:positionH>
          <wp:positionV relativeFrom="page">
            <wp:posOffset>9673590</wp:posOffset>
          </wp:positionV>
          <wp:extent cx="1415415" cy="32385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415" cy="323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14B449" w14:textId="77777777" w:rsidR="005F255B" w:rsidRPr="00C733A6" w:rsidRDefault="005F255B" w:rsidP="00C733A6">
    <w:pPr>
      <w:pStyle w:val="Stopka"/>
      <w:rPr>
        <w:rFonts w:ascii="Arial" w:hAnsi="Arial" w:cs="Arial"/>
        <w:sz w:val="16"/>
        <w:szCs w:val="16"/>
      </w:rPr>
    </w:pPr>
    <w:r w:rsidRPr="00C733A6">
      <w:rPr>
        <w:rFonts w:ascii="Arial" w:hAnsi="Arial" w:cs="Arial"/>
        <w:sz w:val="16"/>
        <w:szCs w:val="16"/>
      </w:rPr>
      <w:t>POIR.01.01.01-00-0</w:t>
    </w:r>
    <w:r>
      <w:rPr>
        <w:rFonts w:ascii="Arial" w:hAnsi="Arial" w:cs="Arial"/>
        <w:sz w:val="16"/>
        <w:szCs w:val="16"/>
      </w:rPr>
      <w:t>091</w:t>
    </w:r>
    <w:r w:rsidRPr="00C733A6">
      <w:rPr>
        <w:rFonts w:ascii="Arial" w:hAnsi="Arial" w:cs="Arial"/>
        <w:sz w:val="16"/>
        <w:szCs w:val="16"/>
      </w:rPr>
      <w:t>/18</w:t>
    </w:r>
    <w:r>
      <w:rPr>
        <w:rFonts w:ascii="Arial" w:hAnsi="Arial" w:cs="Arial"/>
        <w:sz w:val="16"/>
        <w:szCs w:val="16"/>
      </w:rPr>
      <w:t>-00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09069" w14:textId="77777777" w:rsidR="005F255B" w:rsidRDefault="005F25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C4069" w14:textId="77777777" w:rsidR="008627C7" w:rsidRDefault="008627C7" w:rsidP="00F24C1A">
      <w:pPr>
        <w:spacing w:after="0" w:line="240" w:lineRule="auto"/>
      </w:pPr>
      <w:r>
        <w:separator/>
      </w:r>
    </w:p>
  </w:footnote>
  <w:footnote w:type="continuationSeparator" w:id="0">
    <w:p w14:paraId="380F9C0A" w14:textId="77777777" w:rsidR="008627C7" w:rsidRDefault="008627C7" w:rsidP="00F24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5597E" w14:textId="77777777" w:rsidR="005F255B" w:rsidRDefault="005F25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998AC" w14:textId="18299CE1" w:rsidR="005F255B" w:rsidRPr="001C28D4" w:rsidRDefault="005F255B" w:rsidP="00605256">
    <w:pPr>
      <w:pStyle w:val="Nagwek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noProof/>
        <w:sz w:val="12"/>
        <w:szCs w:val="12"/>
      </w:rPr>
      <w:br/>
    </w:r>
    <w:r w:rsidR="009D49C6">
      <w:rPr>
        <w:noProof/>
      </w:rPr>
      <w:drawing>
        <wp:anchor distT="0" distB="0" distL="114300" distR="114300" simplePos="0" relativeHeight="251660288" behindDoc="0" locked="0" layoutInCell="1" allowOverlap="1" wp14:anchorId="6A99F184" wp14:editId="5885981E">
          <wp:simplePos x="0" y="0"/>
          <wp:positionH relativeFrom="margin">
            <wp:align>left</wp:align>
          </wp:positionH>
          <wp:positionV relativeFrom="paragraph">
            <wp:posOffset>-59690</wp:posOffset>
          </wp:positionV>
          <wp:extent cx="1490345" cy="5143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49C6">
      <w:rPr>
        <w:noProof/>
      </w:rPr>
      <w:drawing>
        <wp:anchor distT="0" distB="0" distL="114300" distR="114300" simplePos="0" relativeHeight="251655168" behindDoc="0" locked="0" layoutInCell="1" allowOverlap="1" wp14:anchorId="2ED353E2" wp14:editId="1FA5122D">
          <wp:simplePos x="0" y="0"/>
          <wp:positionH relativeFrom="column">
            <wp:posOffset>4876800</wp:posOffset>
          </wp:positionH>
          <wp:positionV relativeFrom="page">
            <wp:posOffset>392430</wp:posOffset>
          </wp:positionV>
          <wp:extent cx="1731010" cy="60833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010" cy="608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28D4">
      <w:rPr>
        <w:rFonts w:ascii="Arial" w:hAnsi="Arial" w:cs="Arial"/>
        <w:noProof/>
        <w:sz w:val="12"/>
        <w:szCs w:val="12"/>
      </w:rPr>
      <w:t>Tyflos</w:t>
    </w:r>
    <w:r w:rsidRPr="001C28D4">
      <w:rPr>
        <w:rFonts w:ascii="Arial" w:hAnsi="Arial" w:cs="Arial"/>
        <w:sz w:val="12"/>
        <w:szCs w:val="12"/>
      </w:rPr>
      <w:t xml:space="preserve"> sp. z o.o.</w:t>
    </w:r>
  </w:p>
  <w:p w14:paraId="0AD2CB97" w14:textId="77777777" w:rsidR="005F255B" w:rsidRPr="001C28D4" w:rsidRDefault="005F255B" w:rsidP="004A46A9">
    <w:pPr>
      <w:pStyle w:val="Nagwek"/>
      <w:jc w:val="center"/>
      <w:rPr>
        <w:rFonts w:ascii="Arial" w:hAnsi="Arial" w:cs="Arial"/>
        <w:sz w:val="12"/>
        <w:szCs w:val="12"/>
      </w:rPr>
    </w:pPr>
    <w:r w:rsidRPr="001C28D4">
      <w:rPr>
        <w:rFonts w:ascii="Arial" w:hAnsi="Arial" w:cs="Arial"/>
        <w:sz w:val="12"/>
        <w:szCs w:val="12"/>
      </w:rPr>
      <w:t>ul. Drzewi</w:t>
    </w:r>
    <w:r>
      <w:rPr>
        <w:rFonts w:ascii="Arial" w:hAnsi="Arial" w:cs="Arial"/>
        <w:sz w:val="12"/>
        <w:szCs w:val="12"/>
      </w:rPr>
      <w:t>e</w:t>
    </w:r>
    <w:r w:rsidRPr="001C28D4">
      <w:rPr>
        <w:rFonts w:ascii="Arial" w:hAnsi="Arial" w:cs="Arial"/>
        <w:sz w:val="12"/>
        <w:szCs w:val="12"/>
      </w:rPr>
      <w:t>ckiego 9/4, 39-300 Mielec,</w:t>
    </w:r>
  </w:p>
  <w:p w14:paraId="53D90FCF" w14:textId="77777777" w:rsidR="005F255B" w:rsidRPr="001C28D4" w:rsidRDefault="005F255B" w:rsidP="004A46A9">
    <w:pPr>
      <w:pStyle w:val="Nagwek"/>
      <w:jc w:val="center"/>
      <w:rPr>
        <w:rFonts w:ascii="Arial" w:hAnsi="Arial" w:cs="Arial"/>
        <w:sz w:val="12"/>
        <w:szCs w:val="12"/>
      </w:rPr>
    </w:pPr>
    <w:r w:rsidRPr="001C28D4">
      <w:rPr>
        <w:rFonts w:ascii="Arial" w:hAnsi="Arial" w:cs="Arial"/>
        <w:sz w:val="12"/>
        <w:szCs w:val="12"/>
      </w:rPr>
      <w:t xml:space="preserve">KRS: </w:t>
    </w:r>
    <w:r w:rsidRPr="001C28D4">
      <w:rPr>
        <w:rFonts w:ascii="Arial" w:hAnsi="Arial" w:cs="Arial"/>
        <w:b/>
        <w:bCs/>
        <w:sz w:val="12"/>
        <w:szCs w:val="12"/>
      </w:rPr>
      <w:t xml:space="preserve">0000643800 </w:t>
    </w:r>
    <w:r w:rsidRPr="001C28D4">
      <w:rPr>
        <w:rFonts w:ascii="Arial" w:hAnsi="Arial" w:cs="Arial"/>
        <w:sz w:val="12"/>
        <w:szCs w:val="12"/>
      </w:rPr>
      <w:t>REGON: 365706094 NIP: 6751563600</w:t>
    </w:r>
  </w:p>
  <w:p w14:paraId="49405BA1" w14:textId="77777777" w:rsidR="005F255B" w:rsidRPr="00AA1866" w:rsidRDefault="005F255B" w:rsidP="004A46A9">
    <w:pPr>
      <w:pStyle w:val="Nagwek"/>
      <w:jc w:val="center"/>
      <w:rPr>
        <w:rFonts w:ascii="Arial" w:hAnsi="Arial" w:cs="Arial"/>
        <w:sz w:val="12"/>
      </w:rPr>
    </w:pPr>
    <w:r w:rsidRPr="001C28D4">
      <w:rPr>
        <w:rFonts w:ascii="Arial" w:hAnsi="Arial" w:cs="Arial"/>
        <w:sz w:val="12"/>
        <w:szCs w:val="12"/>
      </w:rPr>
      <w:t>Sąd Rejonowy w Rzeszowie</w:t>
    </w:r>
    <w:r>
      <w:rPr>
        <w:rFonts w:ascii="Arial" w:hAnsi="Arial" w:cs="Arial"/>
        <w:sz w:val="12"/>
        <w:szCs w:val="12"/>
      </w:rPr>
      <w:t xml:space="preserve">, </w:t>
    </w:r>
    <w:r w:rsidRPr="00F24C1A">
      <w:rPr>
        <w:rFonts w:ascii="Arial" w:hAnsi="Arial" w:cs="Arial"/>
        <w:sz w:val="12"/>
      </w:rPr>
      <w:t>kapitał zakładowy 5,000 PLN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E7462" w14:textId="77777777" w:rsidR="005F255B" w:rsidRDefault="005F25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C047D"/>
    <w:multiLevelType w:val="hybridMultilevel"/>
    <w:tmpl w:val="B0843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4D3D"/>
    <w:multiLevelType w:val="hybridMultilevel"/>
    <w:tmpl w:val="BAB098C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916DE"/>
    <w:multiLevelType w:val="hybridMultilevel"/>
    <w:tmpl w:val="BFE2DB0E"/>
    <w:lvl w:ilvl="0" w:tplc="1440324A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90356"/>
    <w:multiLevelType w:val="hybridMultilevel"/>
    <w:tmpl w:val="445A9F32"/>
    <w:lvl w:ilvl="0" w:tplc="0DC0D9FE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B7B63"/>
    <w:multiLevelType w:val="hybridMultilevel"/>
    <w:tmpl w:val="D7F21306"/>
    <w:lvl w:ilvl="0" w:tplc="1160D6A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323BD"/>
    <w:multiLevelType w:val="multilevel"/>
    <w:tmpl w:val="9F4E0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42B6EAA"/>
    <w:multiLevelType w:val="hybridMultilevel"/>
    <w:tmpl w:val="3F446226"/>
    <w:lvl w:ilvl="0" w:tplc="7786C544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457B3BDB"/>
    <w:multiLevelType w:val="hybridMultilevel"/>
    <w:tmpl w:val="003A2A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110504"/>
    <w:multiLevelType w:val="hybridMultilevel"/>
    <w:tmpl w:val="E03C0D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B7900"/>
    <w:multiLevelType w:val="hybridMultilevel"/>
    <w:tmpl w:val="71AE89F6"/>
    <w:lvl w:ilvl="0" w:tplc="0DC0D9FE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A46B0"/>
    <w:multiLevelType w:val="hybridMultilevel"/>
    <w:tmpl w:val="40BE2D66"/>
    <w:lvl w:ilvl="0" w:tplc="EC9E055E">
      <w:start w:val="1"/>
      <w:numFmt w:val="lowerLetter"/>
      <w:lvlText w:val="%1)"/>
      <w:lvlJc w:val="left"/>
      <w:pPr>
        <w:ind w:left="142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1" w15:restartNumberingAfterBreak="0">
    <w:nsid w:val="65AB1D6F"/>
    <w:multiLevelType w:val="hybridMultilevel"/>
    <w:tmpl w:val="D616AD9A"/>
    <w:lvl w:ilvl="0" w:tplc="1B808626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 w15:restartNumberingAfterBreak="0">
    <w:nsid w:val="7DCD636C"/>
    <w:multiLevelType w:val="hybridMultilevel"/>
    <w:tmpl w:val="04E415CA"/>
    <w:lvl w:ilvl="0" w:tplc="04150017">
      <w:start w:val="1"/>
      <w:numFmt w:val="lowerLetter"/>
      <w:lvlText w:val="%1)"/>
      <w:lvlJc w:val="left"/>
      <w:pPr>
        <w:ind w:left="1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545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2"/>
  </w:num>
  <w:num w:numId="8">
    <w:abstractNumId w:val="0"/>
  </w:num>
  <w:num w:numId="9">
    <w:abstractNumId w:val="7"/>
  </w:num>
  <w:num w:numId="10">
    <w:abstractNumId w:val="8"/>
  </w:num>
  <w:num w:numId="11">
    <w:abstractNumId w:val="9"/>
  </w:num>
  <w:num w:numId="12">
    <w:abstractNumId w:val="2"/>
  </w:num>
  <w:num w:numId="13">
    <w:abstractNumId w:val="4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AA"/>
    <w:rsid w:val="00000C69"/>
    <w:rsid w:val="00022EA7"/>
    <w:rsid w:val="00031214"/>
    <w:rsid w:val="00074527"/>
    <w:rsid w:val="000816F4"/>
    <w:rsid w:val="000F19BA"/>
    <w:rsid w:val="00137609"/>
    <w:rsid w:val="00171930"/>
    <w:rsid w:val="0019257C"/>
    <w:rsid w:val="00197F7A"/>
    <w:rsid w:val="001B5026"/>
    <w:rsid w:val="001C28D4"/>
    <w:rsid w:val="002812D8"/>
    <w:rsid w:val="002918B2"/>
    <w:rsid w:val="002A2343"/>
    <w:rsid w:val="002A79FC"/>
    <w:rsid w:val="002C2F2B"/>
    <w:rsid w:val="002C506E"/>
    <w:rsid w:val="002D658A"/>
    <w:rsid w:val="002E3ED1"/>
    <w:rsid w:val="00371555"/>
    <w:rsid w:val="00390101"/>
    <w:rsid w:val="003C3FF8"/>
    <w:rsid w:val="003D49C8"/>
    <w:rsid w:val="003E48A1"/>
    <w:rsid w:val="00433943"/>
    <w:rsid w:val="00454A85"/>
    <w:rsid w:val="00483B24"/>
    <w:rsid w:val="004A46A9"/>
    <w:rsid w:val="004E45C9"/>
    <w:rsid w:val="004F0D08"/>
    <w:rsid w:val="005350E7"/>
    <w:rsid w:val="005633ED"/>
    <w:rsid w:val="005D0234"/>
    <w:rsid w:val="005F255B"/>
    <w:rsid w:val="005F4480"/>
    <w:rsid w:val="00605256"/>
    <w:rsid w:val="00660996"/>
    <w:rsid w:val="006B1801"/>
    <w:rsid w:val="006C1F74"/>
    <w:rsid w:val="006E7E49"/>
    <w:rsid w:val="0073574F"/>
    <w:rsid w:val="007A4E9F"/>
    <w:rsid w:val="007C639B"/>
    <w:rsid w:val="007E6217"/>
    <w:rsid w:val="008627C7"/>
    <w:rsid w:val="00862E53"/>
    <w:rsid w:val="008D52CB"/>
    <w:rsid w:val="00917C18"/>
    <w:rsid w:val="00925853"/>
    <w:rsid w:val="00967AE4"/>
    <w:rsid w:val="00973DB4"/>
    <w:rsid w:val="009743B9"/>
    <w:rsid w:val="0098669E"/>
    <w:rsid w:val="009D49C6"/>
    <w:rsid w:val="009E53D7"/>
    <w:rsid w:val="009F37E2"/>
    <w:rsid w:val="00AA15BB"/>
    <w:rsid w:val="00AA1866"/>
    <w:rsid w:val="00AD5914"/>
    <w:rsid w:val="00AE59DB"/>
    <w:rsid w:val="00B53AAE"/>
    <w:rsid w:val="00B75F56"/>
    <w:rsid w:val="00BE2C14"/>
    <w:rsid w:val="00BF17D9"/>
    <w:rsid w:val="00C02404"/>
    <w:rsid w:val="00C05366"/>
    <w:rsid w:val="00C205EA"/>
    <w:rsid w:val="00C522AB"/>
    <w:rsid w:val="00C733A6"/>
    <w:rsid w:val="00C91A8C"/>
    <w:rsid w:val="00C94820"/>
    <w:rsid w:val="00CB1008"/>
    <w:rsid w:val="00CC3FCF"/>
    <w:rsid w:val="00D10E7C"/>
    <w:rsid w:val="00D701C2"/>
    <w:rsid w:val="00D72C70"/>
    <w:rsid w:val="00D94AAA"/>
    <w:rsid w:val="00E34C5A"/>
    <w:rsid w:val="00E5002C"/>
    <w:rsid w:val="00E97EE2"/>
    <w:rsid w:val="00EA7ED7"/>
    <w:rsid w:val="00EB080E"/>
    <w:rsid w:val="00EF7F57"/>
    <w:rsid w:val="00F24C1A"/>
    <w:rsid w:val="00F65962"/>
    <w:rsid w:val="00F8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E1686"/>
  <w15:docId w15:val="{8090EAC5-A851-4CDF-A10D-91F798AAA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semiHidden="1" w:uiPriority="0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4AA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24C1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24C1A"/>
  </w:style>
  <w:style w:type="paragraph" w:styleId="Stopka">
    <w:name w:val="footer"/>
    <w:basedOn w:val="Normalny"/>
    <w:link w:val="StopkaZnak"/>
    <w:uiPriority w:val="99"/>
    <w:rsid w:val="00F24C1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24C1A"/>
  </w:style>
  <w:style w:type="character" w:customStyle="1" w:styleId="Tekstzastpczy1">
    <w:name w:val="Tekst zastępczy1"/>
    <w:uiPriority w:val="99"/>
    <w:semiHidden/>
    <w:rsid w:val="00F24C1A"/>
    <w:rPr>
      <w:color w:val="808080"/>
    </w:rPr>
  </w:style>
  <w:style w:type="paragraph" w:styleId="Akapitzlist">
    <w:name w:val="List Paragraph"/>
    <w:basedOn w:val="Normalny"/>
    <w:uiPriority w:val="99"/>
    <w:qFormat/>
    <w:rsid w:val="00D94AAA"/>
    <w:pPr>
      <w:ind w:left="720"/>
      <w:contextualSpacing/>
    </w:pPr>
  </w:style>
  <w:style w:type="table" w:styleId="Tabela-Siatka">
    <w:name w:val="Table Grid"/>
    <w:basedOn w:val="Standardowy"/>
    <w:uiPriority w:val="99"/>
    <w:locked/>
    <w:rsid w:val="002C2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locked/>
    <w:rsid w:val="00C948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4136B"/>
    <w:rPr>
      <w:rFonts w:ascii="Times New Roman" w:hAnsi="Times New Roman"/>
      <w:sz w:val="0"/>
      <w:szCs w:val="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7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5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hared\@SHARED\@Tyflos\FILES\Pismo%20Wz&#243;r%20Oznaczenia%20Tyfl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 Wzór Oznaczenia Tyflos.dotx</Template>
  <TotalTime>56</TotalTime>
  <Pages>4</Pages>
  <Words>886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Wojciech Duchant</cp:lastModifiedBy>
  <cp:revision>7</cp:revision>
  <cp:lastPrinted>2020-06-19T10:12:00Z</cp:lastPrinted>
  <dcterms:created xsi:type="dcterms:W3CDTF">2020-06-19T10:13:00Z</dcterms:created>
  <dcterms:modified xsi:type="dcterms:W3CDTF">2021-11-23T12:04:00Z</dcterms:modified>
</cp:coreProperties>
</file>